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15" w:rsidRPr="00EC7D27" w:rsidRDefault="00137015" w:rsidP="00137015">
      <w:pPr>
        <w:jc w:val="center"/>
        <w:rPr>
          <w:rFonts w:ascii="Arial" w:hAnsi="Arial" w:cs="Arial"/>
          <w:sz w:val="800"/>
          <w:szCs w:val="800"/>
        </w:rPr>
      </w:pPr>
      <w:r w:rsidRPr="00EC7D27">
        <w:rPr>
          <w:rFonts w:ascii="Arial" w:hAnsi="Arial" w:cs="Arial"/>
          <w:sz w:val="800"/>
          <w:szCs w:val="800"/>
        </w:rPr>
        <w:t>O</w:t>
      </w:r>
    </w:p>
    <w:p w:rsidR="00137015" w:rsidRPr="00EC7D27" w:rsidRDefault="00137015" w:rsidP="00137015">
      <w:pPr>
        <w:jc w:val="center"/>
        <w:rPr>
          <w:rFonts w:ascii="Arial" w:hAnsi="Arial" w:cs="Arial"/>
          <w:sz w:val="800"/>
          <w:szCs w:val="800"/>
        </w:rPr>
      </w:pPr>
      <w:r w:rsidRPr="00EC7D27">
        <w:rPr>
          <w:rFonts w:ascii="Arial" w:hAnsi="Arial" w:cs="Arial"/>
          <w:sz w:val="800"/>
          <w:szCs w:val="800"/>
        </w:rPr>
        <w:lastRenderedPageBreak/>
        <w:t>L</w:t>
      </w:r>
    </w:p>
    <w:p w:rsidR="00863F93" w:rsidRPr="00863F93" w:rsidRDefault="00863F93" w:rsidP="00863F93">
      <w:pPr>
        <w:jc w:val="center"/>
        <w:rPr>
          <w:rFonts w:ascii="Arial" w:hAnsi="Arial" w:cs="Arial"/>
          <w:sz w:val="300"/>
          <w:szCs w:val="300"/>
        </w:rPr>
      </w:pPr>
      <w:bookmarkStart w:id="0" w:name="_GoBack"/>
      <w:bookmarkEnd w:id="0"/>
      <w:r w:rsidRPr="00863F93">
        <w:rPr>
          <w:rFonts w:ascii="Arial" w:hAnsi="Arial" w:cs="Arial"/>
          <w:sz w:val="300"/>
          <w:szCs w:val="300"/>
        </w:rPr>
        <w:lastRenderedPageBreak/>
        <w:t>(</w:t>
      </w:r>
    </w:p>
    <w:p w:rsidR="00863F93" w:rsidRPr="00863F93" w:rsidRDefault="00863F93" w:rsidP="00863F93">
      <w:pPr>
        <w:jc w:val="center"/>
        <w:rPr>
          <w:rFonts w:ascii="Arial" w:hAnsi="Arial" w:cs="Arial"/>
          <w:sz w:val="400"/>
          <w:szCs w:val="400"/>
        </w:rPr>
      </w:pPr>
      <w:r w:rsidRPr="00863F93">
        <w:rPr>
          <w:rFonts w:ascii="Arial" w:hAnsi="Arial" w:cs="Arial"/>
          <w:sz w:val="300"/>
          <w:szCs w:val="300"/>
        </w:rPr>
        <w:t>9</w:t>
      </w:r>
    </w:p>
    <w:p w:rsidR="00137015" w:rsidRDefault="00137015" w:rsidP="00137015">
      <w:pPr>
        <w:jc w:val="center"/>
        <w:rPr>
          <w:rFonts w:ascii="Arial" w:hAnsi="Arial" w:cs="Arial"/>
          <w:sz w:val="300"/>
          <w:szCs w:val="300"/>
        </w:rPr>
      </w:pPr>
    </w:p>
    <w:p w:rsidR="00137015" w:rsidRPr="00137015" w:rsidRDefault="00137015" w:rsidP="00137015">
      <w:pPr>
        <w:jc w:val="center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sz w:val="300"/>
          <w:szCs w:val="300"/>
        </w:rPr>
        <w:t>.</w:t>
      </w:r>
    </w:p>
    <w:sectPr w:rsidR="00137015" w:rsidRPr="00137015" w:rsidSect="0013701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15"/>
    <w:rsid w:val="00137015"/>
    <w:rsid w:val="005C77E4"/>
    <w:rsid w:val="00863F93"/>
    <w:rsid w:val="00B262CA"/>
    <w:rsid w:val="00EC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66592C7F</Template>
  <TotalTime>232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3</cp:revision>
  <cp:lastPrinted>2013-03-18T16:29:00Z</cp:lastPrinted>
  <dcterms:created xsi:type="dcterms:W3CDTF">2013-03-05T19:44:00Z</dcterms:created>
  <dcterms:modified xsi:type="dcterms:W3CDTF">2013-03-18T20:14:00Z</dcterms:modified>
</cp:coreProperties>
</file>