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7DB" w:rsidRDefault="000F27DB" w:rsidP="000F27DB">
      <w:pPr>
        <w:rPr>
          <w:sz w:val="32"/>
          <w:szCs w:val="32"/>
        </w:rPr>
      </w:pPr>
      <w:r>
        <w:rPr>
          <w:sz w:val="32"/>
          <w:szCs w:val="32"/>
        </w:rPr>
        <w:t>“</w:t>
      </w:r>
      <w:r w:rsidR="006B3284">
        <w:rPr>
          <w:b/>
          <w:sz w:val="32"/>
          <w:szCs w:val="32"/>
        </w:rPr>
        <w:t>READING IS …MMMMMM GOOD!”</w:t>
      </w:r>
    </w:p>
    <w:p w:rsidR="000F27DB" w:rsidRDefault="000F27DB" w:rsidP="000F27DB">
      <w:pPr>
        <w:rPr>
          <w:sz w:val="32"/>
          <w:szCs w:val="32"/>
        </w:rPr>
      </w:pPr>
      <w:r w:rsidRPr="000F27DB">
        <w:rPr>
          <w:sz w:val="32"/>
          <w:szCs w:val="32"/>
        </w:rPr>
        <w:t>I LOVE TO READ MONTH PACKAGE OF INFO!!!</w:t>
      </w:r>
    </w:p>
    <w:p w:rsidR="000F27DB" w:rsidRPr="000F27DB" w:rsidRDefault="006B3284" w:rsidP="000F27DB">
      <w:pPr>
        <w:rPr>
          <w:sz w:val="32"/>
          <w:szCs w:val="32"/>
        </w:rPr>
      </w:pPr>
      <w:r>
        <w:rPr>
          <w:noProof/>
          <w:sz w:val="32"/>
          <w:szCs w:val="32"/>
          <w:lang w:eastAsia="en-CA"/>
        </w:rPr>
        <w:drawing>
          <wp:inline distT="0" distB="0" distL="0" distR="0">
            <wp:extent cx="4581525" cy="742950"/>
            <wp:effectExtent l="0" t="0" r="0" b="0"/>
            <wp:docPr id="2" name="Picture 2" descr="C:\Users\heby\AppData\Local\Microsoft\Windows\Temporary Internet Files\Content.IE5\RB0URMUV\MC90000125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by\AppData\Local\Microsoft\Windows\Temporary Internet Files\Content.IE5\RB0URMUV\MC900001252[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81525" cy="742950"/>
                    </a:xfrm>
                    <a:prstGeom prst="rect">
                      <a:avLst/>
                    </a:prstGeom>
                    <a:noFill/>
                    <a:ln>
                      <a:noFill/>
                    </a:ln>
                  </pic:spPr>
                </pic:pic>
              </a:graphicData>
            </a:graphic>
          </wp:inline>
        </w:drawing>
      </w:r>
    </w:p>
    <w:p w:rsidR="000F27DB" w:rsidRDefault="000F27DB" w:rsidP="000F27DB">
      <w:pPr>
        <w:jc w:val="left"/>
      </w:pPr>
      <w:r>
        <w:t>It’s been a lot of planning but I think we’re ready...</w:t>
      </w:r>
    </w:p>
    <w:p w:rsidR="00336CE8" w:rsidRDefault="000F27DB" w:rsidP="000F27DB">
      <w:pPr>
        <w:jc w:val="left"/>
      </w:pPr>
      <w:r>
        <w:t xml:space="preserve">Here are the “I LOVE TO READ MONTH” ACTIVITIES </w:t>
      </w:r>
      <w:r w:rsidRPr="000F27DB">
        <w:rPr>
          <w:b/>
          <w:u w:val="single"/>
        </w:rPr>
        <w:t>CONFIRMED</w:t>
      </w:r>
      <w:r>
        <w:t xml:space="preserve"> with dates and details. Keep the dates and calendar (on the flip side of this page) posted somewhere for yourself or for your students to see.</w:t>
      </w:r>
    </w:p>
    <w:p w:rsidR="000F27DB" w:rsidRDefault="006B3284" w:rsidP="000F27DB">
      <w:pPr>
        <w:jc w:val="left"/>
      </w:pPr>
      <w:r>
        <w:rPr>
          <w:b/>
        </w:rPr>
        <w:t>FRIDAY</w:t>
      </w:r>
      <w:r w:rsidR="000F27DB" w:rsidRPr="000F27DB">
        <w:rPr>
          <w:b/>
        </w:rPr>
        <w:t>, FEBRUARY 1</w:t>
      </w:r>
      <w:r w:rsidR="000F27DB" w:rsidRPr="000F27DB">
        <w:rPr>
          <w:b/>
          <w:vertAlign w:val="superscript"/>
        </w:rPr>
        <w:t>ST</w:t>
      </w:r>
      <w:r w:rsidR="000F27DB">
        <w:t xml:space="preserve"> –</w:t>
      </w:r>
      <w:r>
        <w:t xml:space="preserve">Kick off Assembly in the gym after O Canada and the announcements. </w:t>
      </w:r>
      <w:r w:rsidR="000F27DB">
        <w:t xml:space="preserve">Please bring your classes down as </w:t>
      </w:r>
      <w:r>
        <w:t>they are called.</w:t>
      </w:r>
    </w:p>
    <w:p w:rsidR="006B3284" w:rsidRDefault="006B3284" w:rsidP="000F27DB">
      <w:pPr>
        <w:jc w:val="left"/>
      </w:pPr>
      <w:r>
        <w:rPr>
          <w:b/>
        </w:rPr>
        <w:t xml:space="preserve">BULLETIN BOARD “TASTY TUESDAY TRIVIA” – </w:t>
      </w:r>
      <w:r>
        <w:t>Our bulletin board is full of food’s found in books.  We are going to share some hints every Tuesday as to book title associated with the various foods. Have fun guessing with your class (it’s just for fun…no contest!)</w:t>
      </w:r>
    </w:p>
    <w:p w:rsidR="006B3284" w:rsidRDefault="006B3284" w:rsidP="000F27DB">
      <w:pPr>
        <w:jc w:val="left"/>
      </w:pPr>
      <w:r w:rsidRPr="006B3284">
        <w:rPr>
          <w:b/>
        </w:rPr>
        <w:t xml:space="preserve">FOOD SCATTEGORIES </w:t>
      </w:r>
      <w:r>
        <w:rPr>
          <w:b/>
        </w:rPr>
        <w:t>–</w:t>
      </w:r>
      <w:r w:rsidRPr="006B3284">
        <w:rPr>
          <w:b/>
        </w:rPr>
        <w:t xml:space="preserve"> </w:t>
      </w:r>
      <w:r>
        <w:rPr>
          <w:b/>
        </w:rPr>
        <w:t>Feb. 11 – 15</w:t>
      </w:r>
      <w:r w:rsidRPr="006B3284">
        <w:rPr>
          <w:b/>
          <w:vertAlign w:val="superscript"/>
        </w:rPr>
        <w:t>th</w:t>
      </w:r>
      <w:r>
        <w:rPr>
          <w:b/>
        </w:rPr>
        <w:t xml:space="preserve"> </w:t>
      </w:r>
      <w:r>
        <w:t xml:space="preserve">we will be playing Food </w:t>
      </w:r>
      <w:proofErr w:type="spellStart"/>
      <w:r>
        <w:t>Scattegories</w:t>
      </w:r>
      <w:proofErr w:type="spellEnd"/>
      <w:r>
        <w:t xml:space="preserve"> over the PA.  In you package is a sheet to record your answers with your students.  Have fun and hand in your sheet with your attendance at the end of the WEEK.</w:t>
      </w:r>
    </w:p>
    <w:p w:rsidR="006B3284" w:rsidRDefault="006B3284" w:rsidP="000F27DB">
      <w:pPr>
        <w:jc w:val="left"/>
      </w:pPr>
      <w:r w:rsidRPr="006B3284">
        <w:rPr>
          <w:b/>
        </w:rPr>
        <w:t xml:space="preserve">BOOK BISTRO </w:t>
      </w:r>
      <w:r>
        <w:rPr>
          <w:b/>
        </w:rPr>
        <w:t>–</w:t>
      </w:r>
      <w:r w:rsidRPr="006B3284">
        <w:rPr>
          <w:b/>
        </w:rPr>
        <w:t xml:space="preserve"> </w:t>
      </w:r>
      <w:r>
        <w:t>This week will be setting up a reading café outside the library in the hall for classes to enjoy some silent reading time. We have assigned a day for each grade to visit (see your calendar). Please go when it is most convenient, we will be taking photos!!</w:t>
      </w:r>
    </w:p>
    <w:p w:rsidR="006B3284" w:rsidRDefault="006B3284" w:rsidP="000F27DB">
      <w:pPr>
        <w:jc w:val="left"/>
      </w:pPr>
      <w:r w:rsidRPr="006B3284">
        <w:rPr>
          <w:b/>
        </w:rPr>
        <w:t xml:space="preserve">HOME READING MENU </w:t>
      </w:r>
      <w:proofErr w:type="gramStart"/>
      <w:r w:rsidRPr="006B3284">
        <w:rPr>
          <w:b/>
        </w:rPr>
        <w:t>CHALLENGE</w:t>
      </w:r>
      <w:r>
        <w:t xml:space="preserve">  -</w:t>
      </w:r>
      <w:proofErr w:type="gramEnd"/>
      <w:r>
        <w:t xml:space="preserve"> In your package is a copy of the Home Reading Challenge…this is an optional activity for your students to complete at home and hand in to the library when they are done! Please photocopy enough for your students who are interested.</w:t>
      </w:r>
    </w:p>
    <w:p w:rsidR="006B3284" w:rsidRPr="006B3284" w:rsidRDefault="006B3284" w:rsidP="000F27DB">
      <w:pPr>
        <w:jc w:val="left"/>
      </w:pPr>
      <w:r w:rsidRPr="006B3284">
        <w:rPr>
          <w:b/>
        </w:rPr>
        <w:t xml:space="preserve">IF YOU GIVE A PRINCIPAL A PIZZA </w:t>
      </w:r>
      <w:r>
        <w:rPr>
          <w:b/>
        </w:rPr>
        <w:t>–</w:t>
      </w:r>
      <w:r w:rsidRPr="006B3284">
        <w:rPr>
          <w:b/>
        </w:rPr>
        <w:t xml:space="preserve"> </w:t>
      </w:r>
      <w:r>
        <w:t xml:space="preserve">Each class will take a turn writing a page in our circle story and illustrating it. It will come in a pizza box with the original “If you give a Mouse a Cookie” book to help you out! </w:t>
      </w:r>
    </w:p>
    <w:p w:rsidR="006B3284" w:rsidRDefault="00DC01D1" w:rsidP="000F27DB">
      <w:pPr>
        <w:jc w:val="left"/>
      </w:pPr>
      <w:r w:rsidRPr="00DC01D1">
        <w:rPr>
          <w:b/>
        </w:rPr>
        <w:lastRenderedPageBreak/>
        <w:t>BOSTON PIZZA READING LOGS</w:t>
      </w:r>
      <w:r>
        <w:t xml:space="preserve"> –</w:t>
      </w:r>
      <w:r w:rsidR="0092447D">
        <w:t xml:space="preserve"> Send the sheets</w:t>
      </w:r>
      <w:r>
        <w:t xml:space="preserve"> home with your students and have them return them to the library or y</w:t>
      </w:r>
      <w:r w:rsidR="006B3284">
        <w:t>ourself when they are completed to get their free pizza meal coupon.</w:t>
      </w:r>
      <w:r w:rsidR="0092447D">
        <w:t xml:space="preserve"> Of course this is an optional </w:t>
      </w:r>
      <w:proofErr w:type="gramStart"/>
      <w:r w:rsidR="0092447D">
        <w:t xml:space="preserve">activity </w:t>
      </w:r>
      <w:r w:rsidR="006B3284">
        <w:t xml:space="preserve"> as</w:t>
      </w:r>
      <w:proofErr w:type="gramEnd"/>
      <w:r w:rsidR="006B3284">
        <w:t xml:space="preserve"> well.</w:t>
      </w:r>
    </w:p>
    <w:p w:rsidR="006B3284" w:rsidRDefault="0092447D" w:rsidP="000F27DB">
      <w:pPr>
        <w:jc w:val="left"/>
        <w:rPr>
          <w:szCs w:val="24"/>
        </w:rPr>
      </w:pPr>
      <w:r w:rsidRPr="0092447D">
        <w:rPr>
          <w:b/>
          <w:szCs w:val="24"/>
        </w:rPr>
        <w:t xml:space="preserve">FINALLY, </w:t>
      </w:r>
      <w:r w:rsidR="006B3284">
        <w:rPr>
          <w:b/>
          <w:szCs w:val="24"/>
        </w:rPr>
        <w:t>FRIDAY, FEB.28</w:t>
      </w:r>
      <w:r w:rsidRPr="0092447D">
        <w:rPr>
          <w:b/>
          <w:szCs w:val="24"/>
          <w:vertAlign w:val="superscript"/>
        </w:rPr>
        <w:t>TH</w:t>
      </w:r>
      <w:r w:rsidR="006B3284">
        <w:rPr>
          <w:b/>
          <w:szCs w:val="24"/>
        </w:rPr>
        <w:t xml:space="preserve"> READ-IN PICNIC</w:t>
      </w:r>
      <w:r>
        <w:rPr>
          <w:szCs w:val="24"/>
        </w:rPr>
        <w:t xml:space="preserve">– We will gather everyone in the gym after recess in the afternoon (2:45pm) for our </w:t>
      </w:r>
      <w:proofErr w:type="spellStart"/>
      <w:r>
        <w:rPr>
          <w:szCs w:val="24"/>
        </w:rPr>
        <w:t>schoolwide</w:t>
      </w:r>
      <w:proofErr w:type="spellEnd"/>
      <w:r>
        <w:rPr>
          <w:szCs w:val="24"/>
        </w:rPr>
        <w:t xml:space="preserve"> READ IN.  Make sure the students bring a book down to the gym</w:t>
      </w:r>
      <w:r w:rsidR="006B3284">
        <w:rPr>
          <w:szCs w:val="24"/>
        </w:rPr>
        <w:t xml:space="preserve"> along with a small snack.  To set the tone, we are asking each staff member to bring a blanket for your class to sit on (your fire blanket would work!!).</w:t>
      </w:r>
      <w:r>
        <w:rPr>
          <w:szCs w:val="24"/>
        </w:rPr>
        <w:t xml:space="preserve">  We </w:t>
      </w:r>
      <w:r w:rsidR="006B3284">
        <w:rPr>
          <w:szCs w:val="24"/>
        </w:rPr>
        <w:t>will share a short video and our book, “If you give a Principal a Pizza”</w:t>
      </w:r>
    </w:p>
    <w:p w:rsidR="00DD3AD5" w:rsidRDefault="00DD3AD5" w:rsidP="000F27DB">
      <w:pPr>
        <w:jc w:val="left"/>
        <w:rPr>
          <w:szCs w:val="24"/>
        </w:rPr>
      </w:pPr>
      <w:r>
        <w:rPr>
          <w:szCs w:val="24"/>
        </w:rPr>
        <w:t>***</w:t>
      </w:r>
      <w:r w:rsidRPr="00DD3AD5">
        <w:rPr>
          <w:b/>
          <w:szCs w:val="24"/>
        </w:rPr>
        <w:t>GUEST READERS!!!</w:t>
      </w:r>
      <w:r>
        <w:rPr>
          <w:b/>
          <w:szCs w:val="24"/>
        </w:rPr>
        <w:t xml:space="preserve">  </w:t>
      </w:r>
      <w:r w:rsidR="006B3284">
        <w:rPr>
          <w:szCs w:val="24"/>
        </w:rPr>
        <w:t>If you are interested in having a guest reader, please come and see me. We have a few food producers that would love to come in and read to a class or grade.</w:t>
      </w:r>
    </w:p>
    <w:p w:rsidR="006B3284" w:rsidRPr="006B3284" w:rsidRDefault="006B3284" w:rsidP="000F27DB">
      <w:pPr>
        <w:jc w:val="left"/>
        <w:rPr>
          <w:szCs w:val="24"/>
        </w:rPr>
      </w:pPr>
      <w:r>
        <w:rPr>
          <w:szCs w:val="24"/>
        </w:rPr>
        <w:t>We’ll have some fun food related activities during library classes as well!</w:t>
      </w:r>
    </w:p>
    <w:p w:rsidR="00DD3AD5" w:rsidRDefault="00DD3AD5" w:rsidP="000F27DB">
      <w:pPr>
        <w:jc w:val="left"/>
        <w:rPr>
          <w:szCs w:val="24"/>
        </w:rPr>
      </w:pPr>
      <w:r>
        <w:rPr>
          <w:szCs w:val="24"/>
        </w:rPr>
        <w:t xml:space="preserve">Enjoy and have fun reading this month!  </w:t>
      </w:r>
    </w:p>
    <w:p w:rsidR="00DD3AD5" w:rsidRDefault="00F86EDE" w:rsidP="000F27DB">
      <w:pPr>
        <w:jc w:val="left"/>
        <w:rPr>
          <w:szCs w:val="24"/>
        </w:rPr>
      </w:pPr>
      <w:r>
        <w:rPr>
          <w:szCs w:val="24"/>
        </w:rPr>
        <w:t>Please come and see me (Liz</w:t>
      </w:r>
      <w:bookmarkStart w:id="0" w:name="_GoBack"/>
      <w:bookmarkEnd w:id="0"/>
      <w:r w:rsidR="00DD3AD5">
        <w:rPr>
          <w:szCs w:val="24"/>
        </w:rPr>
        <w:t>) if you have any questions or concerns regarding this month’s plethora of activities!</w:t>
      </w:r>
    </w:p>
    <w:p w:rsidR="00893BC8" w:rsidRDefault="00893BC8" w:rsidP="000F27DB">
      <w:pPr>
        <w:jc w:val="left"/>
        <w:rPr>
          <w:szCs w:val="24"/>
        </w:rPr>
      </w:pPr>
      <w:r>
        <w:rPr>
          <w:szCs w:val="24"/>
        </w:rPr>
        <w:t>THANK YOU FOR YOUR SUPPORT IN THIS SCHOOL-WIDE ENDEAVOUR!</w:t>
      </w:r>
    </w:p>
    <w:p w:rsidR="00893BC8" w:rsidRDefault="00893BC8" w:rsidP="000F27DB">
      <w:pPr>
        <w:jc w:val="left"/>
        <w:rPr>
          <w:szCs w:val="24"/>
        </w:rPr>
      </w:pPr>
    </w:p>
    <w:p w:rsidR="00DD3AD5" w:rsidRPr="0092447D" w:rsidRDefault="00DD3AD5" w:rsidP="000F27DB">
      <w:pPr>
        <w:jc w:val="left"/>
        <w:rPr>
          <w:szCs w:val="24"/>
        </w:rPr>
      </w:pPr>
      <w:r>
        <w:rPr>
          <w:szCs w:val="24"/>
        </w:rPr>
        <w:t>The “I love to read” Committee</w:t>
      </w:r>
    </w:p>
    <w:sectPr w:rsidR="00DD3AD5" w:rsidRPr="0092447D" w:rsidSect="00336CE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7DB"/>
    <w:rsid w:val="000F27DB"/>
    <w:rsid w:val="00336CE8"/>
    <w:rsid w:val="00497CD5"/>
    <w:rsid w:val="00681816"/>
    <w:rsid w:val="006B3284"/>
    <w:rsid w:val="00893BC8"/>
    <w:rsid w:val="008A3BA2"/>
    <w:rsid w:val="0092447D"/>
    <w:rsid w:val="00B059AB"/>
    <w:rsid w:val="00C846F5"/>
    <w:rsid w:val="00DC01D1"/>
    <w:rsid w:val="00DD3AD5"/>
    <w:rsid w:val="00F86ED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CA"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C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27D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27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CA"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C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27D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27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3AC30-81BF-476D-B36F-A71B962F5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DDFAB897</Template>
  <TotalTime>1697</TotalTime>
  <Pages>2</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Pembina Trails School Division</Company>
  <LinksUpToDate>false</LinksUpToDate>
  <CharactersWithSpaces>2861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dc:creator>
  <cp:lastModifiedBy>Elizabeth Loewen</cp:lastModifiedBy>
  <cp:revision>3</cp:revision>
  <cp:lastPrinted>2013-02-04T14:55:00Z</cp:lastPrinted>
  <dcterms:created xsi:type="dcterms:W3CDTF">2013-02-04T14:54:00Z</dcterms:created>
  <dcterms:modified xsi:type="dcterms:W3CDTF">2013-02-06T00:54:00Z</dcterms:modified>
</cp:coreProperties>
</file>