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DE4" w:rsidRPr="004C1DE4" w:rsidRDefault="004C1DE4">
      <w:pPr>
        <w:rPr>
          <w:sz w:val="72"/>
          <w:szCs w:val="72"/>
        </w:rPr>
      </w:pPr>
      <w:proofErr w:type="spellStart"/>
      <w:r w:rsidRPr="004C1DE4">
        <w:rPr>
          <w:rFonts w:ascii="Kristen ITC" w:hAnsi="Kristen ITC"/>
          <w:sz w:val="72"/>
          <w:szCs w:val="72"/>
        </w:rPr>
        <w:t>Mixbook</w:t>
      </w:r>
      <w:proofErr w:type="spellEnd"/>
    </w:p>
    <w:p w:rsidR="009F48E3" w:rsidRPr="005009A7" w:rsidRDefault="004C1DE4" w:rsidP="004C1DE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009A7">
        <w:rPr>
          <w:sz w:val="28"/>
          <w:szCs w:val="28"/>
        </w:rPr>
        <w:t xml:space="preserve">Log on to the website:           </w:t>
      </w:r>
      <w:hyperlink r:id="rId6" w:history="1">
        <w:r w:rsidRPr="005009A7">
          <w:rPr>
            <w:rStyle w:val="Hyperlink"/>
            <w:sz w:val="28"/>
            <w:szCs w:val="28"/>
          </w:rPr>
          <w:t>http://www.mixbook.com/</w:t>
        </w:r>
      </w:hyperlink>
    </w:p>
    <w:p w:rsidR="004C1DE4" w:rsidRPr="005009A7" w:rsidRDefault="004C1DE4" w:rsidP="004C1DE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009A7">
        <w:rPr>
          <w:sz w:val="28"/>
          <w:szCs w:val="28"/>
        </w:rPr>
        <w:t>Click sign up or log in</w:t>
      </w:r>
    </w:p>
    <w:p w:rsidR="004C1DE4" w:rsidRPr="005009A7" w:rsidRDefault="004C1DE4" w:rsidP="004C1DE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009A7">
        <w:rPr>
          <w:sz w:val="28"/>
          <w:szCs w:val="28"/>
        </w:rPr>
        <w:t>Create an account or open existing account</w:t>
      </w:r>
    </w:p>
    <w:p w:rsidR="004C1DE4" w:rsidRPr="005009A7" w:rsidRDefault="004C1DE4" w:rsidP="004C1DE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009A7">
        <w:rPr>
          <w:sz w:val="28"/>
          <w:szCs w:val="28"/>
        </w:rPr>
        <w:t>Click CREATE</w:t>
      </w:r>
    </w:p>
    <w:p w:rsidR="004C1DE4" w:rsidRPr="005009A7" w:rsidRDefault="004C1DE4" w:rsidP="004C1DE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009A7">
        <w:rPr>
          <w:sz w:val="28"/>
          <w:szCs w:val="28"/>
        </w:rPr>
        <w:t xml:space="preserve">Give new book a title then click Create </w:t>
      </w:r>
      <w:proofErr w:type="spellStart"/>
      <w:r w:rsidRPr="005009A7">
        <w:rPr>
          <w:rFonts w:ascii="Kristen ITC" w:hAnsi="Kristen ITC"/>
          <w:sz w:val="28"/>
          <w:szCs w:val="28"/>
        </w:rPr>
        <w:t>Mixbook</w:t>
      </w:r>
      <w:proofErr w:type="spellEnd"/>
    </w:p>
    <w:p w:rsidR="004C1DE4" w:rsidRPr="005009A7" w:rsidRDefault="004C1DE4" w:rsidP="004C1DE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009A7">
        <w:rPr>
          <w:sz w:val="28"/>
          <w:szCs w:val="28"/>
        </w:rPr>
        <w:t>Choose size of book</w:t>
      </w:r>
    </w:p>
    <w:p w:rsidR="004C1DE4" w:rsidRPr="005009A7" w:rsidRDefault="004C1DE4" w:rsidP="004C1DE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009A7">
        <w:rPr>
          <w:sz w:val="28"/>
          <w:szCs w:val="28"/>
        </w:rPr>
        <w:t>Select a theme – then click Choose theme</w:t>
      </w:r>
    </w:p>
    <w:p w:rsidR="004C1DE4" w:rsidRPr="005009A7" w:rsidRDefault="004C1DE4" w:rsidP="004C1DE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009A7">
        <w:rPr>
          <w:sz w:val="28"/>
          <w:szCs w:val="28"/>
        </w:rPr>
        <w:t>Click customize your book</w:t>
      </w:r>
    </w:p>
    <w:p w:rsidR="004C1DE4" w:rsidRPr="005009A7" w:rsidRDefault="004C1DE4" w:rsidP="004C1DE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009A7">
        <w:rPr>
          <w:sz w:val="28"/>
          <w:szCs w:val="28"/>
        </w:rPr>
        <w:t>Upload photos</w:t>
      </w:r>
    </w:p>
    <w:p w:rsidR="004C1DE4" w:rsidRPr="005009A7" w:rsidRDefault="006F2536" w:rsidP="004C1DE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1DE4" w:rsidRPr="005009A7">
        <w:rPr>
          <w:sz w:val="28"/>
          <w:szCs w:val="28"/>
        </w:rPr>
        <w:t>To place photos on page – drag and drop</w:t>
      </w:r>
    </w:p>
    <w:p w:rsidR="004C1DE4" w:rsidRPr="005009A7" w:rsidRDefault="006F2536" w:rsidP="004C1DE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1DE4" w:rsidRPr="005009A7">
        <w:rPr>
          <w:sz w:val="28"/>
          <w:szCs w:val="28"/>
        </w:rPr>
        <w:t>Add in text</w:t>
      </w:r>
    </w:p>
    <w:p w:rsidR="004C1DE4" w:rsidRPr="005009A7" w:rsidRDefault="006F2536" w:rsidP="004C1DE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1DE4" w:rsidRPr="005009A7">
        <w:rPr>
          <w:sz w:val="28"/>
          <w:szCs w:val="28"/>
        </w:rPr>
        <w:t>Publish or print your book</w:t>
      </w:r>
      <w:bookmarkStart w:id="0" w:name="_GoBack"/>
      <w:bookmarkEnd w:id="0"/>
    </w:p>
    <w:p w:rsidR="004C1DE4" w:rsidRDefault="004C1DE4" w:rsidP="004C1DE4">
      <w:pPr>
        <w:rPr>
          <w:sz w:val="28"/>
          <w:szCs w:val="28"/>
        </w:rPr>
      </w:pPr>
      <w:r w:rsidRPr="005009A7">
        <w:rPr>
          <w:sz w:val="28"/>
          <w:szCs w:val="28"/>
        </w:rPr>
        <w:t xml:space="preserve">Hints: </w:t>
      </w:r>
    </w:p>
    <w:p w:rsidR="005009A7" w:rsidRDefault="005009A7" w:rsidP="005009A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009A7">
        <w:rPr>
          <w:sz w:val="28"/>
          <w:szCs w:val="28"/>
        </w:rPr>
        <w:t>You can add or remove pages.</w:t>
      </w:r>
    </w:p>
    <w:p w:rsidR="005009A7" w:rsidRPr="005009A7" w:rsidRDefault="005009A7" w:rsidP="005009A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009A7">
        <w:rPr>
          <w:sz w:val="28"/>
          <w:szCs w:val="28"/>
        </w:rPr>
        <w:t>You can add or remove pictures or text boxes.</w:t>
      </w:r>
    </w:p>
    <w:p w:rsidR="004C1DE4" w:rsidRDefault="004C1DE4" w:rsidP="004C1DE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009A7">
        <w:rPr>
          <w:sz w:val="28"/>
          <w:szCs w:val="28"/>
        </w:rPr>
        <w:t>You can change themes at any time.</w:t>
      </w:r>
    </w:p>
    <w:p w:rsidR="004C1DE4" w:rsidRDefault="005009A7" w:rsidP="004C1DE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Y</w:t>
      </w:r>
      <w:r w:rsidR="004C1DE4" w:rsidRPr="005009A7">
        <w:rPr>
          <w:sz w:val="28"/>
          <w:szCs w:val="28"/>
        </w:rPr>
        <w:t>ou can add stickers</w:t>
      </w:r>
      <w:r w:rsidRPr="005009A7">
        <w:rPr>
          <w:sz w:val="28"/>
          <w:szCs w:val="28"/>
        </w:rPr>
        <w:t xml:space="preserve"> from other themes</w:t>
      </w:r>
      <w:r w:rsidR="004C1DE4" w:rsidRPr="005009A7">
        <w:rPr>
          <w:sz w:val="28"/>
          <w:szCs w:val="28"/>
        </w:rPr>
        <w:t xml:space="preserve"> by clicking browse stickers – then upload them.</w:t>
      </w:r>
    </w:p>
    <w:p w:rsidR="005009A7" w:rsidRPr="005009A7" w:rsidRDefault="005009A7" w:rsidP="005009A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009A7">
        <w:rPr>
          <w:sz w:val="28"/>
          <w:szCs w:val="28"/>
        </w:rPr>
        <w:t>You can choose other backgrounds, and add backgrounds from other themes by clicking browse backgrounds</w:t>
      </w:r>
      <w:r>
        <w:rPr>
          <w:sz w:val="28"/>
          <w:szCs w:val="28"/>
        </w:rPr>
        <w:t>, then upload them.</w:t>
      </w:r>
    </w:p>
    <w:p w:rsidR="005009A7" w:rsidRPr="005009A7" w:rsidRDefault="005009A7" w:rsidP="004C1DE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009A7">
        <w:rPr>
          <w:sz w:val="28"/>
          <w:szCs w:val="28"/>
        </w:rPr>
        <w:t>To add a new layout – double click on layout and it will be entered onto page automatically.</w:t>
      </w:r>
    </w:p>
    <w:p w:rsidR="005009A7" w:rsidRPr="005009A7" w:rsidRDefault="005009A7" w:rsidP="004C1DE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Work is automatically saved, but you can click save as well</w:t>
      </w:r>
      <w:r w:rsidRPr="005009A7">
        <w:rPr>
          <w:sz w:val="28"/>
          <w:szCs w:val="28"/>
        </w:rPr>
        <w:t>.</w:t>
      </w:r>
    </w:p>
    <w:p w:rsidR="005009A7" w:rsidRDefault="005009A7" w:rsidP="004C1DE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009A7">
        <w:rPr>
          <w:sz w:val="28"/>
          <w:szCs w:val="28"/>
        </w:rPr>
        <w:t>To work on an existing project- got to the project and then click edit.</w:t>
      </w:r>
    </w:p>
    <w:p w:rsidR="005009A7" w:rsidRPr="005009A7" w:rsidRDefault="005009A7" w:rsidP="005009A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You can embed your </w:t>
      </w:r>
      <w:proofErr w:type="spellStart"/>
      <w:r w:rsidRPr="005009A7">
        <w:rPr>
          <w:rFonts w:ascii="Kristen ITC" w:hAnsi="Kristen ITC"/>
          <w:sz w:val="28"/>
          <w:szCs w:val="28"/>
        </w:rPr>
        <w:t>Mixbook</w:t>
      </w:r>
      <w:proofErr w:type="spellEnd"/>
      <w:r>
        <w:rPr>
          <w:rFonts w:ascii="Kristen ITC" w:hAnsi="Kristen ITC"/>
          <w:sz w:val="28"/>
          <w:szCs w:val="28"/>
        </w:rPr>
        <w:t xml:space="preserve"> </w:t>
      </w:r>
      <w:r w:rsidRPr="005009A7">
        <w:rPr>
          <w:rFonts w:cstheme="minorHAnsi"/>
          <w:sz w:val="28"/>
          <w:szCs w:val="28"/>
        </w:rPr>
        <w:t xml:space="preserve">onto your </w:t>
      </w:r>
      <w:proofErr w:type="spellStart"/>
      <w:r w:rsidRPr="005009A7">
        <w:rPr>
          <w:rFonts w:cstheme="minorHAnsi"/>
          <w:sz w:val="28"/>
          <w:szCs w:val="28"/>
        </w:rPr>
        <w:t>Wikki</w:t>
      </w:r>
      <w:proofErr w:type="spellEnd"/>
      <w:r w:rsidRPr="005009A7">
        <w:rPr>
          <w:rFonts w:cstheme="minorHAnsi"/>
          <w:sz w:val="28"/>
          <w:szCs w:val="28"/>
        </w:rPr>
        <w:t xml:space="preserve"> or Website using the embed code.</w:t>
      </w:r>
    </w:p>
    <w:p w:rsidR="005009A7" w:rsidRPr="005009A7" w:rsidRDefault="005009A7" w:rsidP="005009A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rFonts w:cstheme="minorHAnsi"/>
          <w:sz w:val="28"/>
          <w:szCs w:val="28"/>
        </w:rPr>
        <w:t xml:space="preserve">Clicking </w:t>
      </w:r>
      <w:proofErr w:type="spellStart"/>
      <w:r w:rsidRPr="003A64C4">
        <w:rPr>
          <w:rFonts w:ascii="Kristen ITC" w:hAnsi="Kristen ITC" w:cstheme="minorHAnsi"/>
          <w:sz w:val="28"/>
          <w:szCs w:val="28"/>
        </w:rPr>
        <w:t>AutoMix</w:t>
      </w:r>
      <w:proofErr w:type="spellEnd"/>
      <w:r>
        <w:rPr>
          <w:rFonts w:cstheme="minorHAnsi"/>
          <w:sz w:val="28"/>
          <w:szCs w:val="28"/>
        </w:rPr>
        <w:t xml:space="preserve"> – changes your entire book by randomly placing your photos on pages in the album.</w:t>
      </w:r>
      <w:r w:rsidR="003A64C4">
        <w:rPr>
          <w:rFonts w:cstheme="minorHAnsi"/>
          <w:sz w:val="28"/>
          <w:szCs w:val="28"/>
        </w:rPr>
        <w:t xml:space="preserve"> – I </w:t>
      </w:r>
      <w:r w:rsidR="003A64C4" w:rsidRPr="003A64C4">
        <w:rPr>
          <w:rFonts w:cstheme="minorHAnsi"/>
          <w:b/>
          <w:sz w:val="28"/>
          <w:szCs w:val="28"/>
        </w:rPr>
        <w:t>NEVER</w:t>
      </w:r>
      <w:r w:rsidR="003A64C4">
        <w:rPr>
          <w:rFonts w:cstheme="minorHAnsi"/>
          <w:sz w:val="28"/>
          <w:szCs w:val="28"/>
        </w:rPr>
        <w:t xml:space="preserve"> use this, but some may like it.</w:t>
      </w:r>
    </w:p>
    <w:p w:rsidR="005009A7" w:rsidRPr="005009A7" w:rsidRDefault="005009A7" w:rsidP="005009A7">
      <w:pPr>
        <w:pStyle w:val="ListParagraph"/>
        <w:rPr>
          <w:sz w:val="28"/>
          <w:szCs w:val="28"/>
        </w:rPr>
      </w:pPr>
    </w:p>
    <w:p w:rsidR="004C1DE4" w:rsidRPr="004C1DE4" w:rsidRDefault="004C1DE4" w:rsidP="004C1DE4">
      <w:pPr>
        <w:pStyle w:val="ListParagraph"/>
        <w:rPr>
          <w:sz w:val="32"/>
          <w:szCs w:val="32"/>
        </w:rPr>
      </w:pPr>
    </w:p>
    <w:p w:rsidR="004C1DE4" w:rsidRPr="004C1DE4" w:rsidRDefault="004C1DE4" w:rsidP="004C1DE4">
      <w:pPr>
        <w:rPr>
          <w:sz w:val="32"/>
          <w:szCs w:val="32"/>
        </w:rPr>
      </w:pPr>
      <w:r>
        <w:rPr>
          <w:sz w:val="32"/>
          <w:szCs w:val="32"/>
        </w:rPr>
        <w:tab/>
      </w:r>
    </w:p>
    <w:p w:rsidR="004C1DE4" w:rsidRDefault="004C1DE4" w:rsidP="004C1DE4">
      <w:pPr>
        <w:pStyle w:val="ListParagraph"/>
        <w:rPr>
          <w:sz w:val="32"/>
          <w:szCs w:val="32"/>
        </w:rPr>
      </w:pPr>
    </w:p>
    <w:p w:rsidR="004C1DE4" w:rsidRDefault="004C1DE4" w:rsidP="004C1DE4">
      <w:pPr>
        <w:pStyle w:val="ListParagraph"/>
        <w:rPr>
          <w:sz w:val="32"/>
          <w:szCs w:val="32"/>
        </w:rPr>
      </w:pPr>
    </w:p>
    <w:p w:rsidR="004C1DE4" w:rsidRPr="004C1DE4" w:rsidRDefault="004C1DE4" w:rsidP="004C1DE4">
      <w:pPr>
        <w:pStyle w:val="ListParagraph"/>
        <w:rPr>
          <w:sz w:val="32"/>
          <w:szCs w:val="32"/>
        </w:rPr>
      </w:pPr>
    </w:p>
    <w:p w:rsidR="004C1DE4" w:rsidRDefault="004C1DE4"/>
    <w:sectPr w:rsidR="004C1DE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A40CF"/>
    <w:multiLevelType w:val="hybridMultilevel"/>
    <w:tmpl w:val="239C8C6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431F48"/>
    <w:multiLevelType w:val="hybridMultilevel"/>
    <w:tmpl w:val="9210E92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DE4"/>
    <w:rsid w:val="003A64C4"/>
    <w:rsid w:val="004C1DE4"/>
    <w:rsid w:val="005009A7"/>
    <w:rsid w:val="006F2536"/>
    <w:rsid w:val="009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1DE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C1D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1DE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C1D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xbook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18F5FB6B</Template>
  <TotalTime>19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dduncan</dc:creator>
  <cp:lastModifiedBy>dduncan</cp:lastModifiedBy>
  <cp:revision>3</cp:revision>
  <dcterms:created xsi:type="dcterms:W3CDTF">2012-04-30T14:13:00Z</dcterms:created>
  <dcterms:modified xsi:type="dcterms:W3CDTF">2012-04-30T14:34:00Z</dcterms:modified>
</cp:coreProperties>
</file>