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6B" w:rsidRDefault="004B1747" w:rsidP="004B1747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B1747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PhotoStory</w:t>
      </w:r>
    </w:p>
    <w:p w:rsidR="004B1747" w:rsidRDefault="004B1747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Take pictures of a story (student made or Published) or an event</w:t>
      </w:r>
      <w:r w:rsidR="00BA695D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or scan photos</w:t>
      </w:r>
    </w:p>
    <w:p w:rsidR="004B1747" w:rsidRDefault="004B1747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Upload pictures to photostory</w:t>
      </w:r>
    </w:p>
    <w:p w:rsidR="004B1747" w:rsidRDefault="004B1747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Add Text</w:t>
      </w:r>
    </w:p>
    <w:p w:rsidR="004B1747" w:rsidRDefault="004B1747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Narrate Pictures</w:t>
      </w:r>
    </w:p>
    <w:p w:rsidR="004B1747" w:rsidRDefault="004B1747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customize motion</w:t>
      </w:r>
    </w:p>
    <w:p w:rsidR="00157E33" w:rsidRDefault="00157E33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Add music – create your own or choose from gallery</w:t>
      </w:r>
    </w:p>
    <w:p w:rsidR="00157E33" w:rsidRDefault="00157E33" w:rsidP="004B1747">
      <w:pPr>
        <w:pStyle w:val="ListParagraph"/>
        <w:numPr>
          <w:ilvl w:val="0"/>
          <w:numId w:val="1"/>
        </w:num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save story for playback</w:t>
      </w:r>
    </w:p>
    <w:p w:rsidR="00BA695D" w:rsidRPr="00BA695D" w:rsidRDefault="00BA695D" w:rsidP="00BA695D">
      <w:pPr>
        <w:pStyle w:val="ListParagraph"/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BA695D" w:rsidRPr="00BA69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11CBB"/>
    <w:multiLevelType w:val="hybridMultilevel"/>
    <w:tmpl w:val="A352344E"/>
    <w:lvl w:ilvl="0" w:tplc="BB041A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74532"/>
    <w:multiLevelType w:val="hybridMultilevel"/>
    <w:tmpl w:val="B94C30B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47"/>
    <w:rsid w:val="00157E33"/>
    <w:rsid w:val="004B1747"/>
    <w:rsid w:val="0076716B"/>
    <w:rsid w:val="00BA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9597EF4A</Template>
  <TotalTime>1483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dduncan</dc:creator>
  <cp:lastModifiedBy>dduncan</cp:lastModifiedBy>
  <cp:revision>3</cp:revision>
  <dcterms:created xsi:type="dcterms:W3CDTF">2012-04-25T19:39:00Z</dcterms:created>
  <dcterms:modified xsi:type="dcterms:W3CDTF">2012-05-01T17:42:00Z</dcterms:modified>
</cp:coreProperties>
</file>