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FED" w:rsidRPr="004F5FED" w:rsidRDefault="004F5FED" w:rsidP="004F5FED">
      <w:pPr>
        <w:numPr>
          <w:ilvl w:val="0"/>
          <w:numId w:val="1"/>
        </w:numPr>
        <w:spacing w:after="345" w:line="240" w:lineRule="auto"/>
        <w:ind w:left="3945"/>
        <w:rPr>
          <w:rFonts w:ascii="Arial" w:eastAsia="Times New Roman" w:hAnsi="Arial" w:cs="Arial"/>
          <w:color w:val="666666"/>
          <w:sz w:val="24"/>
          <w:szCs w:val="24"/>
          <w:lang w:eastAsia="en-CA"/>
        </w:rPr>
      </w:pPr>
      <w:bookmarkStart w:id="0" w:name="_GoBack"/>
      <w:bookmarkEnd w:id="0"/>
    </w:p>
    <w:p w:rsidR="00D05B13" w:rsidRDefault="004F5FED">
      <w:r>
        <w:t>Youtube explaining how to build a virtual museum ~</w:t>
      </w:r>
    </w:p>
    <w:p w:rsidR="004F5FED" w:rsidRDefault="00D32D0B">
      <w:pPr>
        <w:rPr>
          <w:rFonts w:ascii="Arial" w:eastAsia="Times New Roman" w:hAnsi="Arial" w:cs="Arial"/>
          <w:i/>
          <w:iCs/>
          <w:color w:val="666666"/>
          <w:sz w:val="24"/>
          <w:szCs w:val="24"/>
          <w:lang w:eastAsia="en-CA"/>
        </w:rPr>
      </w:pPr>
      <w:hyperlink r:id="rId6" w:history="1">
        <w:r w:rsidR="004F5FED" w:rsidRPr="00F7092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eastAsia="en-CA"/>
          </w:rPr>
          <w:t>www.</w:t>
        </w:r>
        <w:r w:rsidR="004F5FED" w:rsidRPr="00F70927">
          <w:rPr>
            <w:rStyle w:val="Hyperlink"/>
            <w:rFonts w:ascii="Arial" w:eastAsia="Times New Roman" w:hAnsi="Arial" w:cs="Arial"/>
            <w:b/>
            <w:bCs/>
            <w:i/>
            <w:iCs/>
            <w:sz w:val="24"/>
            <w:szCs w:val="24"/>
            <w:lang w:eastAsia="en-CA"/>
          </w:rPr>
          <w:t>youtube</w:t>
        </w:r>
        <w:r w:rsidR="004F5FED" w:rsidRPr="00F70927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eastAsia="en-CA"/>
          </w:rPr>
          <w:t>.com/watch?v=d1S1mHOWVz8</w:t>
        </w:r>
      </w:hyperlink>
    </w:p>
    <w:p w:rsidR="004F5FED" w:rsidRDefault="004F5FED"/>
    <w:sectPr w:rsidR="004F5F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900A4"/>
    <w:multiLevelType w:val="multilevel"/>
    <w:tmpl w:val="99C0D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ED"/>
    <w:rsid w:val="004F5FED"/>
    <w:rsid w:val="00D05B13"/>
    <w:rsid w:val="00D3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4F5FED"/>
    <w:rPr>
      <w:i/>
      <w:iCs/>
    </w:rPr>
  </w:style>
  <w:style w:type="character" w:styleId="Hyperlink">
    <w:name w:val="Hyperlink"/>
    <w:basedOn w:val="DefaultParagraphFont"/>
    <w:uiPriority w:val="99"/>
    <w:unhideWhenUsed/>
    <w:rsid w:val="004F5F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4F5FED"/>
    <w:rPr>
      <w:i/>
      <w:iCs/>
    </w:rPr>
  </w:style>
  <w:style w:type="character" w:styleId="Hyperlink">
    <w:name w:val="Hyperlink"/>
    <w:basedOn w:val="DefaultParagraphFont"/>
    <w:uiPriority w:val="99"/>
    <w:unhideWhenUsed/>
    <w:rsid w:val="004F5F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46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3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92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11447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1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46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69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387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072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109097">
                                                      <w:marLeft w:val="18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7430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d1S1mHOWVz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DD05955F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2</cp:revision>
  <dcterms:created xsi:type="dcterms:W3CDTF">2013-05-22T18:49:00Z</dcterms:created>
  <dcterms:modified xsi:type="dcterms:W3CDTF">2013-05-22T18:49:00Z</dcterms:modified>
</cp:coreProperties>
</file>